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78FB">
        <w:rPr>
          <w:rFonts w:ascii="Arial" w:hAnsi="Arial" w:cs="Arial"/>
          <w:b/>
          <w:caps/>
          <w:sz w:val="28"/>
          <w:szCs w:val="28"/>
        </w:rPr>
        <w:t>756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578F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78FB">
              <w:rPr>
                <w:rFonts w:ascii="Arial" w:hAnsi="Arial" w:cs="Arial"/>
                <w:sz w:val="20"/>
                <w:szCs w:val="20"/>
              </w:rPr>
              <w:t>Solicita a construção de lombada na Avenida São João, no trecho compreendido entre os nºs 804 e 812,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578FB">
        <w:rPr>
          <w:rFonts w:ascii="Arial" w:hAnsi="Arial" w:cs="Arial"/>
        </w:rPr>
        <w:t>à</w:t>
      </w:r>
      <w:r w:rsidR="006578FB" w:rsidRPr="006578FB">
        <w:rPr>
          <w:rFonts w:ascii="Arial" w:hAnsi="Arial" w:cs="Arial"/>
        </w:rPr>
        <w:t xml:space="preserve"> construção de </w:t>
      </w:r>
      <w:r w:rsidR="006578FB">
        <w:rPr>
          <w:rFonts w:ascii="Arial" w:hAnsi="Arial" w:cs="Arial"/>
        </w:rPr>
        <w:t xml:space="preserve">uma </w:t>
      </w:r>
      <w:r w:rsidR="006578FB" w:rsidRPr="006578FB">
        <w:rPr>
          <w:rFonts w:ascii="Arial" w:hAnsi="Arial" w:cs="Arial"/>
        </w:rPr>
        <w:t>lombada na Avenida São João, no trecho compreendido entre os nºs 804 e 812, no Bairro São João.</w:t>
      </w:r>
    </w:p>
    <w:p w:rsidR="006578FB" w:rsidRDefault="006578F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6578FB">
        <w:rPr>
          <w:rFonts w:ascii="Arial" w:hAnsi="Arial" w:cs="Arial"/>
        </w:rPr>
        <w:t xml:space="preserve">unícipes reclamam da alta velocidade aplicada pelos veículos que </w:t>
      </w:r>
      <w:r>
        <w:rPr>
          <w:rFonts w:ascii="Arial" w:hAnsi="Arial" w:cs="Arial"/>
        </w:rPr>
        <w:t>por ali</w:t>
      </w:r>
      <w:r w:rsidRPr="006578FB">
        <w:rPr>
          <w:rFonts w:ascii="Arial" w:hAnsi="Arial" w:cs="Arial"/>
        </w:rPr>
        <w:t xml:space="preserve"> circulam e</w:t>
      </w:r>
      <w:r>
        <w:rPr>
          <w:rFonts w:ascii="Arial" w:hAnsi="Arial" w:cs="Arial"/>
        </w:rPr>
        <w:t xml:space="preserve"> que</w:t>
      </w:r>
      <w:r w:rsidRPr="006578FB">
        <w:rPr>
          <w:rFonts w:ascii="Arial" w:hAnsi="Arial" w:cs="Arial"/>
        </w:rPr>
        <w:t xml:space="preserve"> já oc</w:t>
      </w:r>
      <w:r>
        <w:rPr>
          <w:rFonts w:ascii="Arial" w:hAnsi="Arial" w:cs="Arial"/>
        </w:rPr>
        <w:t>asionar</w:t>
      </w:r>
      <w:r w:rsidRPr="006578FB">
        <w:rPr>
          <w:rFonts w:ascii="Arial" w:hAnsi="Arial" w:cs="Arial"/>
        </w:rPr>
        <w:t>am vários acidentes graves.</w:t>
      </w:r>
    </w:p>
    <w:p w:rsidR="006578FB" w:rsidRDefault="006578F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578F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578FB">
        <w:rPr>
          <w:rFonts w:ascii="Arial" w:hAnsi="Arial" w:cs="Arial"/>
        </w:rPr>
        <w:t>28 de março de 2018.</w:t>
      </w:r>
    </w:p>
    <w:p w:rsidR="006578FB" w:rsidRDefault="006578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78FB" w:rsidRDefault="006578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78FB" w:rsidRDefault="006578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78FB" w:rsidRPr="00A34F2C" w:rsidRDefault="006578FB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6578FB" w:rsidRDefault="006578F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578FB" w:rsidRDefault="006578F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578FB" w:rsidRDefault="000831F2" w:rsidP="006578FB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69F5AC2">
            <wp:extent cx="5996940" cy="4030980"/>
            <wp:effectExtent l="0" t="0" r="381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03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78FB" w:rsidRPr="006578FB" w:rsidRDefault="000831F2" w:rsidP="006578FB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55014C3">
            <wp:extent cx="5996940" cy="40309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03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578FB" w:rsidRPr="006578F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B58" w:rsidRDefault="00346B58">
      <w:r>
        <w:separator/>
      </w:r>
    </w:p>
  </w:endnote>
  <w:endnote w:type="continuationSeparator" w:id="0">
    <w:p w:rsidR="00346B58" w:rsidRDefault="0034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B58" w:rsidRDefault="00346B58">
      <w:r>
        <w:separator/>
      </w:r>
    </w:p>
  </w:footnote>
  <w:footnote w:type="continuationSeparator" w:id="0">
    <w:p w:rsidR="00346B58" w:rsidRDefault="00346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78FB">
      <w:rPr>
        <w:rFonts w:ascii="Arial" w:hAnsi="Arial" w:cs="Arial"/>
        <w:b/>
        <w:sz w:val="20"/>
        <w:szCs w:val="20"/>
        <w:u w:val="single"/>
      </w:rPr>
      <w:t>756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578FB">
      <w:rPr>
        <w:rFonts w:ascii="Arial" w:hAnsi="Arial" w:cs="Arial"/>
        <w:b/>
        <w:sz w:val="20"/>
        <w:szCs w:val="20"/>
        <w:u w:val="single"/>
      </w:rPr>
      <w:t xml:space="preserve"> - PAULINHO DO ESPORTE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31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31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31F2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6B58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78FB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AF498F"/>
    <w:rsid w:val="00B06B4B"/>
    <w:rsid w:val="00B10E9F"/>
    <w:rsid w:val="00B217B8"/>
    <w:rsid w:val="00B34959"/>
    <w:rsid w:val="00B4216A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32FC-326C-4E53-BB77-45BB824D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2018-03-26T13:09:00Z</cp:lastPrinted>
  <dcterms:created xsi:type="dcterms:W3CDTF">2018-03-26T18:12:00Z</dcterms:created>
  <dcterms:modified xsi:type="dcterms:W3CDTF">2018-03-26T18:12:00Z</dcterms:modified>
</cp:coreProperties>
</file>